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8F1AE3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06B50" w:rsidRPr="00806B50">
        <w:rPr>
          <w:rStyle w:val="Siln"/>
        </w:rPr>
        <w:t>Servis a opravy GPS na speciálních hnacích vozidlech ve správě OŘ Plzeň 2025/2028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250E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250E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E4219C7" w:rsidR="009F392E" w:rsidRPr="001250E0" w:rsidRDefault="008145D7" w:rsidP="001250E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1250E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50E0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6B50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203E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856F3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7788D"/>
    <w:rsid w:val="0049171C"/>
    <w:rsid w:val="00710200"/>
    <w:rsid w:val="0087094D"/>
    <w:rsid w:val="00B3203E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788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  <w:style w:type="paragraph" w:customStyle="1" w:styleId="AD7098613C294B06BCFEBF0F2B522EBC">
    <w:name w:val="AD7098613C294B06BCFEBF0F2B522EBC"/>
    <w:rsid w:val="0007788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470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14</cp:revision>
  <cp:lastPrinted>2017-11-28T17:18:00Z</cp:lastPrinted>
  <dcterms:created xsi:type="dcterms:W3CDTF">2023-11-16T10:29:00Z</dcterms:created>
  <dcterms:modified xsi:type="dcterms:W3CDTF">2025-01-22T14:41:00Z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